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22029" w14:textId="77777777" w:rsidR="0019556B" w:rsidRPr="00D964A8" w:rsidRDefault="001E51B8" w:rsidP="008B13A1">
      <w:pPr>
        <w:pStyle w:val="Nzev"/>
        <w:spacing w:before="1200"/>
        <w:jc w:val="center"/>
        <w:rPr>
          <w:rFonts w:asciiTheme="minorHAnsi" w:hAnsiTheme="minorHAnsi"/>
          <w:b/>
          <w:bCs/>
        </w:rPr>
      </w:pPr>
      <w:r w:rsidRPr="00B35364">
        <w:rPr>
          <w:rFonts w:asciiTheme="minorHAnsi" w:hAnsiTheme="minorHAnsi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4A2DF41" wp14:editId="475B731D">
            <wp:simplePos x="0" y="0"/>
            <wp:positionH relativeFrom="column">
              <wp:posOffset>879</wp:posOffset>
            </wp:positionH>
            <wp:positionV relativeFrom="margin">
              <wp:align>top</wp:align>
            </wp:positionV>
            <wp:extent cx="6480000" cy="1232640"/>
            <wp:effectExtent l="0" t="0" r="0" b="571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hlavi B&amp;W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123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22E" w:rsidRPr="00B35364">
        <w:rPr>
          <w:rFonts w:asciiTheme="minorHAnsi" w:hAnsiTheme="minorHAnsi"/>
          <w:b/>
          <w:bCs/>
        </w:rPr>
        <w:t>PRŮVODNÍ ZPRÁVA</w:t>
      </w:r>
    </w:p>
    <w:p w14:paraId="597891D8" w14:textId="77777777" w:rsidR="008B422E" w:rsidRPr="008B422E" w:rsidRDefault="008B422E" w:rsidP="0019556B">
      <w:pPr>
        <w:spacing w:line="259" w:lineRule="auto"/>
        <w:jc w:val="center"/>
      </w:pPr>
      <w:r w:rsidRPr="008B422E">
        <w:t>_____</w:t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  <w:t>________________</w:t>
      </w:r>
      <w:r w:rsidRPr="008B422E">
        <w:t>___________________________________</w:t>
      </w:r>
    </w:p>
    <w:p w14:paraId="017FFA38" w14:textId="77777777" w:rsidR="008B422E" w:rsidRPr="008B422E" w:rsidRDefault="003169EB" w:rsidP="001E4F48">
      <w:pPr>
        <w:pStyle w:val="Bezmezer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k</w:t>
      </w:r>
      <w:r w:rsidR="00FB4E1E">
        <w:rPr>
          <w:b/>
          <w:bCs/>
          <w:sz w:val="24"/>
          <w:szCs w:val="24"/>
          <w:u w:val="single"/>
        </w:rPr>
        <w:t xml:space="preserve"> dokumentaci </w:t>
      </w:r>
      <w:r w:rsidR="00277EC7">
        <w:rPr>
          <w:b/>
          <w:bCs/>
          <w:sz w:val="24"/>
          <w:szCs w:val="24"/>
          <w:u w:val="single"/>
        </w:rPr>
        <w:t>bouracích prací</w:t>
      </w:r>
      <w:r w:rsidR="000C1A42" w:rsidRPr="00EE404F">
        <w:rPr>
          <w:b/>
          <w:bCs/>
          <w:sz w:val="24"/>
          <w:szCs w:val="24"/>
          <w:u w:val="single"/>
        </w:rPr>
        <w:t xml:space="preserve"> (dle </w:t>
      </w:r>
      <w:proofErr w:type="spellStart"/>
      <w:r w:rsidR="000C1A42" w:rsidRPr="00EE404F">
        <w:rPr>
          <w:b/>
          <w:bCs/>
          <w:sz w:val="24"/>
          <w:szCs w:val="24"/>
          <w:u w:val="single"/>
        </w:rPr>
        <w:t>příl.č</w:t>
      </w:r>
      <w:proofErr w:type="spellEnd"/>
      <w:r w:rsidR="000C1A42" w:rsidRPr="00EE404F">
        <w:rPr>
          <w:b/>
          <w:bCs/>
          <w:sz w:val="24"/>
          <w:szCs w:val="24"/>
          <w:u w:val="single"/>
        </w:rPr>
        <w:t xml:space="preserve">. </w:t>
      </w:r>
      <w:r w:rsidR="000C1A42">
        <w:rPr>
          <w:b/>
          <w:bCs/>
          <w:sz w:val="24"/>
          <w:szCs w:val="24"/>
          <w:u w:val="single"/>
        </w:rPr>
        <w:t>1</w:t>
      </w:r>
      <w:r w:rsidR="00D85F23">
        <w:rPr>
          <w:b/>
          <w:bCs/>
          <w:sz w:val="24"/>
          <w:szCs w:val="24"/>
          <w:u w:val="single"/>
        </w:rPr>
        <w:t>5</w:t>
      </w:r>
      <w:r w:rsidR="000C1A42" w:rsidRPr="00EE404F">
        <w:rPr>
          <w:b/>
          <w:bCs/>
          <w:sz w:val="24"/>
          <w:szCs w:val="24"/>
          <w:u w:val="single"/>
        </w:rPr>
        <w:t xml:space="preserve"> k </w:t>
      </w:r>
      <w:proofErr w:type="spellStart"/>
      <w:r w:rsidR="000C1A42" w:rsidRPr="00EE404F">
        <w:rPr>
          <w:b/>
          <w:bCs/>
          <w:sz w:val="24"/>
          <w:szCs w:val="24"/>
          <w:u w:val="single"/>
        </w:rPr>
        <w:t>vyhl</w:t>
      </w:r>
      <w:proofErr w:type="spellEnd"/>
      <w:r w:rsidR="000C1A42" w:rsidRPr="00EE404F">
        <w:rPr>
          <w:b/>
          <w:bCs/>
          <w:sz w:val="24"/>
          <w:szCs w:val="24"/>
          <w:u w:val="single"/>
        </w:rPr>
        <w:t>. 499/2006 Sb.)</w:t>
      </w:r>
    </w:p>
    <w:p w14:paraId="25AED54B" w14:textId="77777777" w:rsidR="00671013" w:rsidRDefault="008B422E" w:rsidP="009864FA">
      <w:pPr>
        <w:pStyle w:val="Bezmezer"/>
        <w:spacing w:before="960"/>
        <w:ind w:left="4536" w:hanging="3402"/>
      </w:pPr>
      <w:r w:rsidRPr="00E61083">
        <w:rPr>
          <w:b/>
          <w:bCs/>
        </w:rPr>
        <w:t xml:space="preserve">AKCE: </w:t>
      </w:r>
      <w:r w:rsidR="00CE775D">
        <w:rPr>
          <w:b/>
          <w:bCs/>
        </w:rPr>
        <w:tab/>
      </w:r>
      <w:r w:rsidR="00B50B44">
        <w:rPr>
          <w:b/>
          <w:bCs/>
        </w:rPr>
        <w:t>HALA NA SŮL MORAVSKÁ TŘEBOVÁ</w:t>
      </w:r>
    </w:p>
    <w:p w14:paraId="3F395266" w14:textId="77777777" w:rsidR="009864FA" w:rsidRPr="008B422E" w:rsidRDefault="008B422E" w:rsidP="009864FA">
      <w:pPr>
        <w:pStyle w:val="Bezmezer"/>
        <w:ind w:left="4536"/>
      </w:pPr>
      <w:proofErr w:type="spellStart"/>
      <w:r w:rsidRPr="008B422E">
        <w:t>k.ú</w:t>
      </w:r>
      <w:proofErr w:type="spellEnd"/>
      <w:r w:rsidRPr="008B422E">
        <w:t xml:space="preserve">. </w:t>
      </w:r>
      <w:r w:rsidR="00B50B44">
        <w:t>Moravská Třebová</w:t>
      </w:r>
    </w:p>
    <w:p w14:paraId="151AE238" w14:textId="77777777" w:rsidR="008B422E" w:rsidRPr="008B422E" w:rsidRDefault="008B422E" w:rsidP="009864FA">
      <w:pPr>
        <w:pStyle w:val="Bezmezer"/>
        <w:ind w:left="4536"/>
      </w:pPr>
      <w:r w:rsidRPr="008B422E">
        <w:t xml:space="preserve">ul. </w:t>
      </w:r>
      <w:r w:rsidR="003D301D">
        <w:t>Nádražní</w:t>
      </w:r>
      <w:r w:rsidRPr="008B422E">
        <w:t xml:space="preserve">, </w:t>
      </w:r>
      <w:r w:rsidR="003D301D">
        <w:t xml:space="preserve">reál SÚS Moravská Třebová, </w:t>
      </w:r>
      <w:proofErr w:type="spellStart"/>
      <w:r w:rsidRPr="008B422E">
        <w:t>p.č</w:t>
      </w:r>
      <w:proofErr w:type="spellEnd"/>
      <w:r w:rsidRPr="008B422E">
        <w:t xml:space="preserve">. </w:t>
      </w:r>
      <w:r w:rsidR="003D301D">
        <w:t>2613/9</w:t>
      </w:r>
    </w:p>
    <w:p w14:paraId="43654154" w14:textId="77777777" w:rsidR="00CE775D" w:rsidRPr="00D964A8" w:rsidRDefault="008B422E" w:rsidP="009864FA">
      <w:pPr>
        <w:pStyle w:val="Bezmezer"/>
        <w:spacing w:before="480"/>
        <w:ind w:left="4536" w:hanging="3402"/>
        <w:rPr>
          <w:b/>
          <w:bCs/>
        </w:rPr>
      </w:pPr>
      <w:r w:rsidRPr="00D964A8">
        <w:rPr>
          <w:b/>
          <w:bCs/>
        </w:rPr>
        <w:t xml:space="preserve">OBJEDNATEL: </w:t>
      </w:r>
      <w:r w:rsidR="00D964A8" w:rsidRPr="00D964A8">
        <w:rPr>
          <w:b/>
          <w:bCs/>
        </w:rPr>
        <w:tab/>
      </w:r>
      <w:r w:rsidR="003D301D">
        <w:rPr>
          <w:b/>
          <w:bCs/>
        </w:rPr>
        <w:t>SÚS Pardubického kraje</w:t>
      </w:r>
    </w:p>
    <w:p w14:paraId="1E881C31" w14:textId="77777777" w:rsidR="008B422E" w:rsidRPr="008B422E" w:rsidRDefault="003D301D" w:rsidP="009864FA">
      <w:pPr>
        <w:pStyle w:val="Bezmezer"/>
        <w:ind w:left="4536"/>
      </w:pPr>
      <w:r>
        <w:t>Doubravice</w:t>
      </w:r>
      <w:r w:rsidR="008B422E" w:rsidRPr="008B422E">
        <w:t xml:space="preserve"> č.p.</w:t>
      </w:r>
      <w:r>
        <w:t xml:space="preserve"> 98</w:t>
      </w:r>
    </w:p>
    <w:p w14:paraId="66AE541F" w14:textId="77777777" w:rsidR="008B422E" w:rsidRPr="008B422E" w:rsidRDefault="003D301D" w:rsidP="009864FA">
      <w:pPr>
        <w:pStyle w:val="Bezmezer"/>
        <w:ind w:left="4536"/>
      </w:pPr>
      <w:r>
        <w:t>533 53 Pardubice</w:t>
      </w:r>
    </w:p>
    <w:p w14:paraId="48DE1EAD" w14:textId="77777777" w:rsidR="009864FA" w:rsidRPr="00D964A8" w:rsidRDefault="001D3329" w:rsidP="009864FA">
      <w:pPr>
        <w:pStyle w:val="Bezmezer"/>
        <w:spacing w:before="480"/>
        <w:ind w:left="4536" w:hanging="3402"/>
        <w:rPr>
          <w:b/>
          <w:bCs/>
        </w:rPr>
      </w:pPr>
      <w:r>
        <w:rPr>
          <w:b/>
          <w:bCs/>
        </w:rPr>
        <w:t>ZPRACOVATEL</w:t>
      </w:r>
      <w:r w:rsidR="008B422E" w:rsidRPr="00D964A8">
        <w:rPr>
          <w:b/>
          <w:bCs/>
        </w:rPr>
        <w:t xml:space="preserve">: </w:t>
      </w:r>
      <w:r w:rsidR="00D964A8" w:rsidRPr="00D964A8">
        <w:rPr>
          <w:b/>
          <w:bCs/>
        </w:rPr>
        <w:tab/>
      </w:r>
      <w:r w:rsidR="008B422E" w:rsidRPr="00D964A8">
        <w:rPr>
          <w:b/>
          <w:bCs/>
        </w:rPr>
        <w:t>APOLO CZ s.r.o.</w:t>
      </w:r>
    </w:p>
    <w:p w14:paraId="0C4B9E87" w14:textId="77777777" w:rsidR="008B422E" w:rsidRPr="008B422E" w:rsidRDefault="008B422E" w:rsidP="009864FA">
      <w:pPr>
        <w:pStyle w:val="Bezmezer"/>
        <w:ind w:left="4536"/>
      </w:pPr>
      <w:r w:rsidRPr="008B422E">
        <w:t>Tyršova 155</w:t>
      </w:r>
    </w:p>
    <w:p w14:paraId="4C0D660D" w14:textId="77777777" w:rsidR="008B422E" w:rsidRPr="008B422E" w:rsidRDefault="008B422E" w:rsidP="009864FA">
      <w:pPr>
        <w:pStyle w:val="Bezmezer"/>
        <w:ind w:left="4536"/>
      </w:pPr>
      <w:r w:rsidRPr="008B422E">
        <w:t>572 01 Polička</w:t>
      </w:r>
    </w:p>
    <w:p w14:paraId="3910E5BA" w14:textId="77777777" w:rsidR="008B422E" w:rsidRPr="008B422E" w:rsidRDefault="008B422E" w:rsidP="009864FA">
      <w:pPr>
        <w:pStyle w:val="Bezmezer"/>
        <w:spacing w:before="240"/>
        <w:ind w:left="4536" w:hanging="3402"/>
      </w:pPr>
      <w:r w:rsidRPr="00D964A8">
        <w:rPr>
          <w:b/>
          <w:bCs/>
        </w:rPr>
        <w:t>VYPRACOVAL:</w:t>
      </w:r>
      <w:r w:rsidR="001E4F48" w:rsidRPr="009864FA">
        <w:tab/>
      </w:r>
      <w:r w:rsidR="003D301D">
        <w:t>Ing. Karel Marek</w:t>
      </w:r>
    </w:p>
    <w:p w14:paraId="5849E4B7" w14:textId="77777777" w:rsidR="008B422E" w:rsidRPr="008B422E" w:rsidRDefault="008B422E" w:rsidP="009864FA">
      <w:pPr>
        <w:pStyle w:val="Bezmezer"/>
        <w:spacing w:before="480"/>
        <w:ind w:left="4536" w:hanging="3402"/>
      </w:pPr>
      <w:r w:rsidRPr="00D964A8">
        <w:rPr>
          <w:b/>
          <w:bCs/>
        </w:rPr>
        <w:t>ČÍSLO ZAKÁZKY:</w:t>
      </w:r>
      <w:r w:rsidR="000E30DA" w:rsidRPr="009864FA">
        <w:tab/>
      </w:r>
      <w:r w:rsidRPr="008B422E">
        <w:t>P</w:t>
      </w:r>
      <w:r w:rsidR="003D301D">
        <w:t>1420</w:t>
      </w:r>
    </w:p>
    <w:p w14:paraId="25D819A6" w14:textId="77777777" w:rsidR="008B422E" w:rsidRPr="008B422E" w:rsidRDefault="008B422E" w:rsidP="00EB0738">
      <w:pPr>
        <w:pStyle w:val="Bezmezer"/>
        <w:spacing w:before="240"/>
        <w:ind w:left="4536" w:hanging="3402"/>
      </w:pPr>
      <w:r w:rsidRPr="00D964A8">
        <w:rPr>
          <w:b/>
          <w:bCs/>
        </w:rPr>
        <w:t>DATUM:</w:t>
      </w:r>
      <w:r w:rsidR="001E4F48">
        <w:tab/>
      </w:r>
      <w:r w:rsidR="003D301D">
        <w:t>06</w:t>
      </w:r>
      <w:r w:rsidRPr="008B422E">
        <w:t>/</w:t>
      </w:r>
      <w:r w:rsidR="003D301D">
        <w:t>2020</w:t>
      </w:r>
    </w:p>
    <w:p w14:paraId="6E5CAE9F" w14:textId="77777777" w:rsidR="008B422E" w:rsidRPr="001E4F48" w:rsidRDefault="008B422E" w:rsidP="00EB0738">
      <w:pPr>
        <w:pStyle w:val="Bezmezer"/>
        <w:spacing w:before="360"/>
        <w:ind w:left="4536" w:hanging="3402"/>
        <w:rPr>
          <w:b/>
          <w:bCs/>
        </w:rPr>
      </w:pPr>
      <w:r w:rsidRPr="00D964A8">
        <w:rPr>
          <w:b/>
          <w:bCs/>
        </w:rPr>
        <w:t>ČÁST</w:t>
      </w:r>
      <w:r w:rsidRPr="001E4F48">
        <w:rPr>
          <w:b/>
          <w:bCs/>
        </w:rPr>
        <w:t>:</w:t>
      </w:r>
      <w:r w:rsidR="001E4F48" w:rsidRPr="009864FA">
        <w:rPr>
          <w:b/>
          <w:bCs/>
          <w:sz w:val="28"/>
          <w:szCs w:val="28"/>
        </w:rPr>
        <w:tab/>
      </w:r>
      <w:r w:rsidRPr="007110D9">
        <w:rPr>
          <w:b/>
          <w:bCs/>
          <w:sz w:val="28"/>
          <w:szCs w:val="28"/>
        </w:rPr>
        <w:t>A</w:t>
      </w:r>
      <w:r w:rsidRPr="001E4F48">
        <w:rPr>
          <w:b/>
          <w:bCs/>
        </w:rPr>
        <w:t xml:space="preserve"> – PRŮVODNÍ ZPRÁVA</w:t>
      </w:r>
    </w:p>
    <w:p w14:paraId="74A4083D" w14:textId="77777777" w:rsidR="001D3329" w:rsidRDefault="008B422E" w:rsidP="001D3329">
      <w:pPr>
        <w:pStyle w:val="Bezmezer"/>
        <w:spacing w:before="120"/>
        <w:ind w:left="4536" w:hanging="3402"/>
      </w:pPr>
      <w:r w:rsidRPr="00D964A8">
        <w:rPr>
          <w:b/>
          <w:bCs/>
        </w:rPr>
        <w:t>OZNAČENÍ PŘÍLOHY:</w:t>
      </w:r>
      <w:r w:rsidR="007110D9" w:rsidRPr="000E30DA">
        <w:rPr>
          <w:b/>
          <w:bCs/>
          <w:sz w:val="40"/>
          <w:szCs w:val="40"/>
        </w:rPr>
        <w:tab/>
      </w:r>
      <w:r w:rsidRPr="001E4F48">
        <w:rPr>
          <w:b/>
          <w:bCs/>
          <w:sz w:val="40"/>
          <w:szCs w:val="40"/>
        </w:rPr>
        <w:t>A</w:t>
      </w:r>
      <w:r w:rsidR="001D3329">
        <w:br w:type="page"/>
      </w:r>
    </w:p>
    <w:p w14:paraId="53DCFD60" w14:textId="77777777" w:rsidR="00D03484" w:rsidRPr="004B3C92" w:rsidRDefault="00D03484" w:rsidP="004B3C92">
      <w:pPr>
        <w:pStyle w:val="Nadpis1"/>
      </w:pPr>
      <w:r w:rsidRPr="004B3C92">
        <w:lastRenderedPageBreak/>
        <w:t>Identifikační údaje</w:t>
      </w:r>
    </w:p>
    <w:p w14:paraId="5FF13765" w14:textId="77777777" w:rsidR="00D03484" w:rsidRPr="004B3C92" w:rsidRDefault="00D03484" w:rsidP="004B3C92">
      <w:pPr>
        <w:pStyle w:val="Nadpis2"/>
      </w:pPr>
      <w:r w:rsidRPr="004B3C92">
        <w:t>Údaje o stavbě</w:t>
      </w:r>
    </w:p>
    <w:p w14:paraId="43E710A2" w14:textId="77777777" w:rsidR="008523B4" w:rsidRPr="00187355" w:rsidRDefault="00D03484" w:rsidP="00304C27">
      <w:pPr>
        <w:pStyle w:val="Nadpis3"/>
        <w:numPr>
          <w:ilvl w:val="0"/>
          <w:numId w:val="41"/>
        </w:numPr>
      </w:pPr>
      <w:r w:rsidRPr="00187355">
        <w:rPr>
          <w:rStyle w:val="Nadpis3Char"/>
          <w:b/>
          <w:i/>
        </w:rPr>
        <w:t>Název stavby:</w:t>
      </w:r>
    </w:p>
    <w:p w14:paraId="1275E2C2" w14:textId="77777777" w:rsidR="00D03484" w:rsidRPr="00F56C58" w:rsidRDefault="003D301D" w:rsidP="008523B4">
      <w:pPr>
        <w:pStyle w:val="Bezmezer"/>
      </w:pPr>
      <w:r>
        <w:t>HALA NA SŮL MORAVSKÁ TŘEBOVÁ</w:t>
      </w:r>
    </w:p>
    <w:p w14:paraId="4F88E007" w14:textId="77777777" w:rsidR="008523B4" w:rsidRPr="00187355" w:rsidRDefault="00D03484" w:rsidP="00304C27">
      <w:pPr>
        <w:pStyle w:val="Nadpis3"/>
        <w:numPr>
          <w:ilvl w:val="0"/>
          <w:numId w:val="41"/>
        </w:numPr>
        <w:rPr>
          <w:rStyle w:val="Nadpis3Char"/>
          <w:b/>
          <w:i/>
        </w:rPr>
      </w:pPr>
      <w:r w:rsidRPr="00187355">
        <w:rPr>
          <w:rStyle w:val="Nadpis3Char"/>
          <w:b/>
          <w:i/>
        </w:rPr>
        <w:t>Místo stavby:</w:t>
      </w:r>
    </w:p>
    <w:p w14:paraId="5107452F" w14:textId="77777777" w:rsidR="00D03484" w:rsidRDefault="00B61251" w:rsidP="008523B4">
      <w:pPr>
        <w:pStyle w:val="Bezmezer"/>
      </w:pPr>
      <w:proofErr w:type="spellStart"/>
      <w:r>
        <w:t>k.ú</w:t>
      </w:r>
      <w:proofErr w:type="spellEnd"/>
      <w:r>
        <w:t xml:space="preserve">. </w:t>
      </w:r>
      <w:r w:rsidR="003D301D">
        <w:t>Moravská Třebová ul. Nádražní, areál SÚS Moravská Třebová</w:t>
      </w:r>
      <w:r>
        <w:t xml:space="preserve">, </w:t>
      </w:r>
      <w:proofErr w:type="spellStart"/>
      <w:r w:rsidR="00001688">
        <w:t>p.č</w:t>
      </w:r>
      <w:proofErr w:type="spellEnd"/>
      <w:r w:rsidR="00001688">
        <w:t xml:space="preserve">. </w:t>
      </w:r>
      <w:r w:rsidR="003D301D">
        <w:t>2613/9</w:t>
      </w:r>
    </w:p>
    <w:p w14:paraId="1EF5F158" w14:textId="77777777" w:rsidR="00D03484" w:rsidRPr="004B3C92" w:rsidRDefault="00D03484" w:rsidP="004B3C92">
      <w:pPr>
        <w:pStyle w:val="Nadpis2"/>
      </w:pPr>
      <w:r w:rsidRPr="004B3C92">
        <w:t xml:space="preserve">Údaje o </w:t>
      </w:r>
      <w:r w:rsidR="003169EB">
        <w:t>vlastníkovi</w:t>
      </w:r>
    </w:p>
    <w:p w14:paraId="5C388B91" w14:textId="77777777" w:rsidR="003D301D" w:rsidRPr="003D301D" w:rsidRDefault="003D301D" w:rsidP="008523B4">
      <w:pPr>
        <w:pStyle w:val="Bezmezer"/>
        <w:rPr>
          <w:b/>
          <w:bCs/>
          <w:u w:val="single"/>
        </w:rPr>
      </w:pPr>
      <w:r w:rsidRPr="003D301D">
        <w:rPr>
          <w:b/>
          <w:bCs/>
          <w:u w:val="single"/>
        </w:rPr>
        <w:t>Vlastník:</w:t>
      </w:r>
    </w:p>
    <w:p w14:paraId="004F2846" w14:textId="77777777" w:rsidR="008523B4" w:rsidRDefault="008523B4" w:rsidP="008523B4">
      <w:pPr>
        <w:pStyle w:val="Bezmezer"/>
        <w:rPr>
          <w:b/>
          <w:bCs/>
        </w:rPr>
      </w:pPr>
      <w:r w:rsidRPr="008523B4">
        <w:rPr>
          <w:b/>
          <w:bCs/>
        </w:rPr>
        <w:t xml:space="preserve">Jméno </w:t>
      </w:r>
      <w:r w:rsidR="00277EC7">
        <w:rPr>
          <w:b/>
          <w:bCs/>
        </w:rPr>
        <w:t>vlastníka</w:t>
      </w:r>
      <w:r w:rsidR="00B61251">
        <w:rPr>
          <w:b/>
          <w:bCs/>
        </w:rPr>
        <w:t xml:space="preserve"> (název firmy)</w:t>
      </w:r>
      <w:r w:rsidR="003D301D">
        <w:rPr>
          <w:b/>
          <w:bCs/>
        </w:rPr>
        <w:tab/>
        <w:t>Pardubický kraj</w:t>
      </w:r>
    </w:p>
    <w:p w14:paraId="77C8BCCC" w14:textId="77777777" w:rsidR="00B61251" w:rsidRPr="00B61251" w:rsidRDefault="00B61251" w:rsidP="008523B4">
      <w:pPr>
        <w:pStyle w:val="Bezmezer"/>
      </w:pPr>
      <w:r>
        <w:t>Datum narození (IČO)</w:t>
      </w:r>
      <w:r w:rsidR="003D301D">
        <w:tab/>
      </w:r>
      <w:r w:rsidR="003D301D">
        <w:tab/>
        <w:t>70892822</w:t>
      </w:r>
    </w:p>
    <w:p w14:paraId="6AFFE73A" w14:textId="77777777" w:rsidR="008523B4" w:rsidRPr="008B422E" w:rsidRDefault="008523B4" w:rsidP="008523B4">
      <w:pPr>
        <w:pStyle w:val="Bezmezer"/>
      </w:pPr>
      <w:r w:rsidRPr="008B422E">
        <w:t>Ulice, č.p.</w:t>
      </w:r>
      <w:r w:rsidR="003D301D">
        <w:tab/>
      </w:r>
      <w:r w:rsidR="003D301D">
        <w:tab/>
      </w:r>
      <w:r w:rsidR="003D301D">
        <w:tab/>
        <w:t>Komenského nám. 125</w:t>
      </w:r>
    </w:p>
    <w:p w14:paraId="765693BA" w14:textId="77777777" w:rsidR="00B61251" w:rsidRDefault="008523B4" w:rsidP="008523B4">
      <w:pPr>
        <w:pStyle w:val="Bezmezer"/>
      </w:pPr>
      <w:r w:rsidRPr="008B422E">
        <w:t>PSČ Město</w:t>
      </w:r>
      <w:r w:rsidR="003D301D">
        <w:tab/>
      </w:r>
      <w:r w:rsidR="003D301D">
        <w:tab/>
      </w:r>
      <w:r w:rsidR="003D301D">
        <w:tab/>
        <w:t>530 02 Pardubice</w:t>
      </w:r>
    </w:p>
    <w:p w14:paraId="726E49EB" w14:textId="77777777" w:rsidR="003D301D" w:rsidRPr="003D301D" w:rsidRDefault="003D301D" w:rsidP="003D301D">
      <w:pPr>
        <w:pStyle w:val="Bezmezer"/>
        <w:rPr>
          <w:b/>
          <w:bCs/>
          <w:u w:val="single"/>
        </w:rPr>
      </w:pPr>
      <w:r>
        <w:rPr>
          <w:b/>
          <w:bCs/>
          <w:u w:val="single"/>
        </w:rPr>
        <w:t>Hospodaření se svěřeným majetkem kraje</w:t>
      </w:r>
      <w:r w:rsidRPr="003D301D">
        <w:rPr>
          <w:b/>
          <w:bCs/>
          <w:u w:val="single"/>
        </w:rPr>
        <w:t>:</w:t>
      </w:r>
    </w:p>
    <w:p w14:paraId="0C16A640" w14:textId="77777777" w:rsidR="003D301D" w:rsidRDefault="003D301D" w:rsidP="003D301D">
      <w:pPr>
        <w:pStyle w:val="Bezmezer"/>
        <w:rPr>
          <w:b/>
          <w:bCs/>
        </w:rPr>
      </w:pPr>
      <w:r w:rsidRPr="008523B4">
        <w:rPr>
          <w:b/>
          <w:bCs/>
        </w:rPr>
        <w:t xml:space="preserve">Jméno </w:t>
      </w:r>
      <w:r>
        <w:rPr>
          <w:b/>
          <w:bCs/>
        </w:rPr>
        <w:t>vlastníka (název firmy)</w:t>
      </w:r>
      <w:r>
        <w:rPr>
          <w:b/>
          <w:bCs/>
        </w:rPr>
        <w:tab/>
        <w:t>SÚS Pardubického kraje</w:t>
      </w:r>
    </w:p>
    <w:p w14:paraId="5BF48BB0" w14:textId="77777777" w:rsidR="003D301D" w:rsidRPr="00B61251" w:rsidRDefault="003D301D" w:rsidP="003D301D">
      <w:pPr>
        <w:pStyle w:val="Bezmezer"/>
      </w:pPr>
      <w:r>
        <w:t>Datum narození (IČO)</w:t>
      </w:r>
      <w:r>
        <w:tab/>
      </w:r>
      <w:r>
        <w:tab/>
        <w:t>00085031</w:t>
      </w:r>
    </w:p>
    <w:p w14:paraId="4F9FBFBF" w14:textId="77777777" w:rsidR="003D301D" w:rsidRPr="008B422E" w:rsidRDefault="003D301D" w:rsidP="003D301D">
      <w:pPr>
        <w:pStyle w:val="Bezmezer"/>
      </w:pPr>
      <w:r w:rsidRPr="008B422E">
        <w:t>Ulice, č.p.</w:t>
      </w:r>
      <w:r>
        <w:tab/>
      </w:r>
      <w:r>
        <w:tab/>
      </w:r>
      <w:r>
        <w:tab/>
        <w:t>Doubravice 98</w:t>
      </w:r>
    </w:p>
    <w:p w14:paraId="3E8BCFF0" w14:textId="77777777" w:rsidR="003D301D" w:rsidRDefault="003D301D" w:rsidP="003D301D">
      <w:pPr>
        <w:pStyle w:val="Bezmezer"/>
      </w:pPr>
      <w:r w:rsidRPr="008B422E">
        <w:t>PSČ Město</w:t>
      </w:r>
      <w:r>
        <w:tab/>
      </w:r>
      <w:r>
        <w:tab/>
      </w:r>
      <w:r>
        <w:tab/>
        <w:t>533 53 Pardubice</w:t>
      </w:r>
    </w:p>
    <w:p w14:paraId="14B503F4" w14:textId="77777777" w:rsidR="003D301D" w:rsidRDefault="003D301D" w:rsidP="008523B4">
      <w:pPr>
        <w:pStyle w:val="Bezmezer"/>
      </w:pPr>
    </w:p>
    <w:p w14:paraId="7F657257" w14:textId="77777777" w:rsidR="00D03484" w:rsidRPr="004B3C92" w:rsidRDefault="00D03484" w:rsidP="004B3C92">
      <w:pPr>
        <w:pStyle w:val="Nadpis2"/>
      </w:pPr>
      <w:r w:rsidRPr="004B3C92">
        <w:t>Údaje o zpracovateli dokumentace</w:t>
      </w:r>
    </w:p>
    <w:p w14:paraId="71E0777A" w14:textId="77777777" w:rsidR="00D03484" w:rsidRDefault="00D03484" w:rsidP="00280983">
      <w:pPr>
        <w:pStyle w:val="Bezmezer"/>
      </w:pPr>
      <w:r w:rsidRPr="00280983">
        <w:rPr>
          <w:b/>
          <w:bCs/>
        </w:rPr>
        <w:t>APOLO CZ s.r.o.</w:t>
      </w:r>
      <w:r>
        <w:t>, Tyršova 155, 572 01 Polička, IČ: 27492851</w:t>
      </w:r>
    </w:p>
    <w:p w14:paraId="4B547789" w14:textId="77777777" w:rsidR="00277EC7" w:rsidRDefault="00277EC7" w:rsidP="004B3C92">
      <w:pPr>
        <w:pStyle w:val="Nadpis1"/>
      </w:pPr>
      <w:r>
        <w:t>Členění odstraňované stavby</w:t>
      </w:r>
    </w:p>
    <w:p w14:paraId="027A921F" w14:textId="77777777" w:rsidR="00277EC7" w:rsidRDefault="00277EC7" w:rsidP="00277EC7">
      <w:pPr>
        <w:pStyle w:val="Bezmezer"/>
        <w:ind w:left="709"/>
      </w:pPr>
      <w:r>
        <w:t xml:space="preserve">D1 – Stavební </w:t>
      </w:r>
      <w:r w:rsidR="00A56DB5">
        <w:t xml:space="preserve">a inženýrské </w:t>
      </w:r>
      <w:r>
        <w:t>objekty</w:t>
      </w:r>
    </w:p>
    <w:p w14:paraId="33447073" w14:textId="77777777" w:rsidR="00277EC7" w:rsidRDefault="00277EC7" w:rsidP="00277EC7">
      <w:pPr>
        <w:pStyle w:val="Bezmezer"/>
        <w:ind w:left="709" w:firstLine="709"/>
      </w:pPr>
      <w:r>
        <w:t>D1-0</w:t>
      </w:r>
      <w:r w:rsidR="003D301D">
        <w:t>0</w:t>
      </w:r>
      <w:r>
        <w:t xml:space="preserve"> – </w:t>
      </w:r>
      <w:r w:rsidR="003D301D">
        <w:t>DEMOLICE STÁVAJÍCÍ HALY NA SŮL</w:t>
      </w:r>
    </w:p>
    <w:p w14:paraId="639AC6AA" w14:textId="77777777" w:rsidR="00D03484" w:rsidRDefault="00D03484" w:rsidP="00277EC7">
      <w:pPr>
        <w:pStyle w:val="Nadpis1"/>
      </w:pPr>
      <w:r w:rsidRPr="004B3C92">
        <w:t>Seznam vstupních podkladů</w:t>
      </w:r>
    </w:p>
    <w:p w14:paraId="43C46543" w14:textId="77777777" w:rsidR="005B1D4C" w:rsidRDefault="003D301D" w:rsidP="005B1D4C">
      <w:pPr>
        <w:pStyle w:val="Bezmezer"/>
        <w:numPr>
          <w:ilvl w:val="0"/>
          <w:numId w:val="9"/>
        </w:numPr>
      </w:pPr>
      <w:r>
        <w:t>Zaměření stávajícího stavu haly projektantem</w:t>
      </w:r>
    </w:p>
    <w:p w14:paraId="606D9EB1" w14:textId="77777777" w:rsidR="00C9299E" w:rsidRDefault="003D301D" w:rsidP="005B1D4C">
      <w:pPr>
        <w:pStyle w:val="Bezmezer"/>
        <w:numPr>
          <w:ilvl w:val="0"/>
          <w:numId w:val="9"/>
        </w:numPr>
      </w:pPr>
      <w:r>
        <w:t>Stavebně technický průzkum objektu provedený projektantem</w:t>
      </w:r>
    </w:p>
    <w:p w14:paraId="686DE6F5" w14:textId="77777777" w:rsidR="003D301D" w:rsidRDefault="003D301D" w:rsidP="005B1D4C">
      <w:pPr>
        <w:pStyle w:val="Bezmezer"/>
        <w:numPr>
          <w:ilvl w:val="0"/>
          <w:numId w:val="9"/>
        </w:numPr>
      </w:pPr>
      <w:r>
        <w:t xml:space="preserve">Geodetické zaměření – SMALL s.r.o., </w:t>
      </w:r>
      <w:r w:rsidR="008F066F">
        <w:t>04/2020</w:t>
      </w:r>
    </w:p>
    <w:p w14:paraId="5B422C1B" w14:textId="77777777" w:rsidR="008F066F" w:rsidRDefault="008F066F" w:rsidP="005B1D4C">
      <w:pPr>
        <w:pStyle w:val="Bezmezer"/>
        <w:numPr>
          <w:ilvl w:val="0"/>
          <w:numId w:val="9"/>
        </w:numPr>
      </w:pPr>
      <w:r>
        <w:t xml:space="preserve">Požadavky investora </w:t>
      </w:r>
    </w:p>
    <w:sectPr w:rsidR="008F066F" w:rsidSect="001E4F48">
      <w:footerReference w:type="default" r:id="rId9"/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7EC84" w14:textId="77777777" w:rsidR="00A94961" w:rsidRDefault="00A94961" w:rsidP="00EE404F">
      <w:pPr>
        <w:spacing w:after="0"/>
      </w:pPr>
      <w:r>
        <w:separator/>
      </w:r>
    </w:p>
  </w:endnote>
  <w:endnote w:type="continuationSeparator" w:id="0">
    <w:p w14:paraId="57F8044B" w14:textId="77777777" w:rsidR="00A94961" w:rsidRDefault="00A94961" w:rsidP="00EE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749BA" w14:textId="77777777" w:rsidR="00EE404F" w:rsidRPr="00EE404F" w:rsidRDefault="00EE404F" w:rsidP="00EB0738">
    <w:pPr>
      <w:pStyle w:val="Zpat"/>
      <w:pBdr>
        <w:top w:val="outset" w:sz="6" w:space="1" w:color="auto"/>
      </w:pBdr>
      <w:tabs>
        <w:tab w:val="clear" w:pos="4536"/>
        <w:tab w:val="center" w:pos="4395"/>
      </w:tabs>
      <w:rPr>
        <w:sz w:val="16"/>
        <w:szCs w:val="16"/>
      </w:rPr>
    </w:pPr>
    <w:r w:rsidRPr="00EE404F">
      <w:rPr>
        <w:sz w:val="16"/>
        <w:szCs w:val="16"/>
      </w:rPr>
      <w:t>A PRŮVODNÍ ZPRÁVA</w:t>
    </w:r>
    <w:r w:rsidRPr="00EE404F">
      <w:rPr>
        <w:sz w:val="16"/>
        <w:szCs w:val="16"/>
      </w:rPr>
      <w:ptab w:relativeTo="margin" w:alignment="center" w:leader="none"/>
    </w:r>
    <w:r w:rsidRPr="00EE404F">
      <w:rPr>
        <w:sz w:val="16"/>
        <w:szCs w:val="16"/>
      </w:rPr>
      <w:ptab w:relativeTo="margin" w:alignment="right" w:leader="none"/>
    </w:r>
    <w:r w:rsidR="00EB0738">
      <w:rPr>
        <w:sz w:val="16"/>
        <w:szCs w:val="16"/>
      </w:rPr>
      <w:t xml:space="preserve">Strana </w:t>
    </w:r>
    <w:r w:rsidR="00EB0738" w:rsidRPr="00EB0738">
      <w:rPr>
        <w:sz w:val="16"/>
        <w:szCs w:val="16"/>
      </w:rPr>
      <w:fldChar w:fldCharType="begin"/>
    </w:r>
    <w:r w:rsidR="00EB0738" w:rsidRPr="00EB0738">
      <w:rPr>
        <w:sz w:val="16"/>
        <w:szCs w:val="16"/>
      </w:rPr>
      <w:instrText>PAGE   \* MERGEFORMAT</w:instrText>
    </w:r>
    <w:r w:rsidR="00EB0738" w:rsidRPr="00EB0738">
      <w:rPr>
        <w:sz w:val="16"/>
        <w:szCs w:val="16"/>
      </w:rPr>
      <w:fldChar w:fldCharType="separate"/>
    </w:r>
    <w:r w:rsidR="00EB0738" w:rsidRPr="00EB0738">
      <w:rPr>
        <w:sz w:val="16"/>
        <w:szCs w:val="16"/>
      </w:rPr>
      <w:t>1</w:t>
    </w:r>
    <w:r w:rsidR="00EB0738" w:rsidRPr="00EB07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C09B6" w14:textId="77777777" w:rsidR="00A94961" w:rsidRDefault="00A94961" w:rsidP="00EE404F">
      <w:pPr>
        <w:spacing w:after="0"/>
      </w:pPr>
      <w:r>
        <w:separator/>
      </w:r>
    </w:p>
  </w:footnote>
  <w:footnote w:type="continuationSeparator" w:id="0">
    <w:p w14:paraId="45BD656A" w14:textId="77777777" w:rsidR="00A94961" w:rsidRDefault="00A94961" w:rsidP="00EE4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079FD"/>
    <w:multiLevelType w:val="hybridMultilevel"/>
    <w:tmpl w:val="602C1078"/>
    <w:lvl w:ilvl="0" w:tplc="04050017">
      <w:start w:val="1"/>
      <w:numFmt w:val="lowerLetter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76024BB"/>
    <w:multiLevelType w:val="multilevel"/>
    <w:tmpl w:val="C3FC10BC"/>
    <w:numStyleLink w:val="APOLOslovn"/>
  </w:abstractNum>
  <w:abstractNum w:abstractNumId="2" w15:restartNumberingAfterBreak="0">
    <w:nsid w:val="08455D66"/>
    <w:multiLevelType w:val="hybridMultilevel"/>
    <w:tmpl w:val="CA4A2C10"/>
    <w:lvl w:ilvl="0" w:tplc="04050017">
      <w:start w:val="1"/>
      <w:numFmt w:val="lowerLetter"/>
      <w:lvlText w:val="%1)"/>
      <w:lvlJc w:val="left"/>
      <w:pPr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0D3552F3"/>
    <w:multiLevelType w:val="multilevel"/>
    <w:tmpl w:val="D96E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7A1B68"/>
    <w:multiLevelType w:val="multilevel"/>
    <w:tmpl w:val="5AF2768A"/>
    <w:lvl w:ilvl="0">
      <w:start w:val="1"/>
      <w:numFmt w:val="decimal"/>
      <w:lvlText w:val="A.%1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7047F"/>
    <w:multiLevelType w:val="multilevel"/>
    <w:tmpl w:val="3C98F64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8E07C57"/>
    <w:multiLevelType w:val="multilevel"/>
    <w:tmpl w:val="E7CE63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93717"/>
    <w:multiLevelType w:val="hybridMultilevel"/>
    <w:tmpl w:val="631CA7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51C47"/>
    <w:multiLevelType w:val="multilevel"/>
    <w:tmpl w:val="C3FC10BC"/>
    <w:numStyleLink w:val="APOLOslovn"/>
  </w:abstractNum>
  <w:abstractNum w:abstractNumId="9" w15:restartNumberingAfterBreak="0">
    <w:nsid w:val="264D0A04"/>
    <w:multiLevelType w:val="multilevel"/>
    <w:tmpl w:val="C3FC10BC"/>
    <w:numStyleLink w:val="APOLOslovn"/>
  </w:abstractNum>
  <w:abstractNum w:abstractNumId="10" w15:restartNumberingAfterBreak="0">
    <w:nsid w:val="291706EE"/>
    <w:multiLevelType w:val="hybridMultilevel"/>
    <w:tmpl w:val="003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57685"/>
    <w:multiLevelType w:val="multilevel"/>
    <w:tmpl w:val="C3FC10BC"/>
    <w:numStyleLink w:val="APOLOslovn"/>
  </w:abstractNum>
  <w:abstractNum w:abstractNumId="12" w15:restartNumberingAfterBreak="0">
    <w:nsid w:val="2B0526C4"/>
    <w:multiLevelType w:val="hybridMultilevel"/>
    <w:tmpl w:val="B43CEB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43E5C"/>
    <w:multiLevelType w:val="multilevel"/>
    <w:tmpl w:val="3496A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2F4F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07A64E1"/>
    <w:multiLevelType w:val="multilevel"/>
    <w:tmpl w:val="C3FC10BC"/>
    <w:styleLink w:val="APOLOslovn"/>
    <w:lvl w:ilvl="0">
      <w:start w:val="1"/>
      <w:numFmt w:val="decimal"/>
      <w:pStyle w:val="Nadpis1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7DD5E99"/>
    <w:multiLevelType w:val="hybridMultilevel"/>
    <w:tmpl w:val="99AE1E68"/>
    <w:lvl w:ilvl="0" w:tplc="06F0708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66AE6"/>
    <w:multiLevelType w:val="hybridMultilevel"/>
    <w:tmpl w:val="A1D01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5366D"/>
    <w:multiLevelType w:val="multilevel"/>
    <w:tmpl w:val="C3FC10BC"/>
    <w:numStyleLink w:val="APOLOslovn"/>
  </w:abstractNum>
  <w:abstractNum w:abstractNumId="19" w15:restartNumberingAfterBreak="0">
    <w:nsid w:val="3BE56F60"/>
    <w:multiLevelType w:val="multilevel"/>
    <w:tmpl w:val="C3FC10BC"/>
    <w:numStyleLink w:val="APOLOslovn"/>
  </w:abstractNum>
  <w:abstractNum w:abstractNumId="20" w15:restartNumberingAfterBreak="0">
    <w:nsid w:val="3BFF562F"/>
    <w:multiLevelType w:val="multilevel"/>
    <w:tmpl w:val="C3FC10BC"/>
    <w:numStyleLink w:val="APOLOslovn"/>
  </w:abstractNum>
  <w:abstractNum w:abstractNumId="21" w15:restartNumberingAfterBreak="0">
    <w:nsid w:val="413547AC"/>
    <w:multiLevelType w:val="multilevel"/>
    <w:tmpl w:val="CD84B8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5857FB"/>
    <w:multiLevelType w:val="hybridMultilevel"/>
    <w:tmpl w:val="FBD4A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A5643"/>
    <w:multiLevelType w:val="multilevel"/>
    <w:tmpl w:val="C3FC10BC"/>
    <w:numStyleLink w:val="APOLOslovn"/>
  </w:abstractNum>
  <w:abstractNum w:abstractNumId="24" w15:restartNumberingAfterBreak="0">
    <w:nsid w:val="579E240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04C16E2"/>
    <w:multiLevelType w:val="hybridMultilevel"/>
    <w:tmpl w:val="3B8029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D2756"/>
    <w:multiLevelType w:val="hybridMultilevel"/>
    <w:tmpl w:val="9E42D6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F2726"/>
    <w:multiLevelType w:val="multilevel"/>
    <w:tmpl w:val="27066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0A6438"/>
    <w:multiLevelType w:val="multilevel"/>
    <w:tmpl w:val="2D1280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6D30A70"/>
    <w:multiLevelType w:val="hybridMultilevel"/>
    <w:tmpl w:val="D4B604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9481F"/>
    <w:multiLevelType w:val="hybridMultilevel"/>
    <w:tmpl w:val="31F6F9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23A4B"/>
    <w:multiLevelType w:val="multilevel"/>
    <w:tmpl w:val="1E086AA8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firstLine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85" w:firstLine="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1134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1134" w:firstLine="0"/>
      </w:pPr>
      <w:rPr>
        <w:rFonts w:hint="default"/>
      </w:rPr>
    </w:lvl>
  </w:abstractNum>
  <w:abstractNum w:abstractNumId="32" w15:restartNumberingAfterBreak="0">
    <w:nsid w:val="746A5D9D"/>
    <w:multiLevelType w:val="multilevel"/>
    <w:tmpl w:val="C3FC10BC"/>
    <w:numStyleLink w:val="APOLOslovn"/>
  </w:abstractNum>
  <w:abstractNum w:abstractNumId="33" w15:restartNumberingAfterBreak="0">
    <w:nsid w:val="75FA58C9"/>
    <w:multiLevelType w:val="hybridMultilevel"/>
    <w:tmpl w:val="B44C4644"/>
    <w:lvl w:ilvl="0" w:tplc="CDFCF9C6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04F1F"/>
    <w:multiLevelType w:val="hybridMultilevel"/>
    <w:tmpl w:val="45C624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EB55EA"/>
    <w:multiLevelType w:val="multilevel"/>
    <w:tmpl w:val="C3FC10BC"/>
    <w:numStyleLink w:val="APOLOslovn"/>
  </w:abstractNum>
  <w:abstractNum w:abstractNumId="36" w15:restartNumberingAfterBreak="0">
    <w:nsid w:val="7D1F6AF4"/>
    <w:multiLevelType w:val="multilevel"/>
    <w:tmpl w:val="C3FC10BC"/>
    <w:numStyleLink w:val="APOLOslovn"/>
  </w:abstractNum>
  <w:abstractNum w:abstractNumId="37" w15:restartNumberingAfterBreak="0">
    <w:nsid w:val="7E834D41"/>
    <w:multiLevelType w:val="multilevel"/>
    <w:tmpl w:val="E60CF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"/>
  </w:num>
  <w:num w:numId="3">
    <w:abstractNumId w:val="27"/>
  </w:num>
  <w:num w:numId="4">
    <w:abstractNumId w:val="21"/>
  </w:num>
  <w:num w:numId="5">
    <w:abstractNumId w:val="6"/>
  </w:num>
  <w:num w:numId="6">
    <w:abstractNumId w:val="13"/>
  </w:num>
  <w:num w:numId="7">
    <w:abstractNumId w:val="16"/>
  </w:num>
  <w:num w:numId="8">
    <w:abstractNumId w:val="10"/>
  </w:num>
  <w:num w:numId="9">
    <w:abstractNumId w:val="22"/>
  </w:num>
  <w:num w:numId="10">
    <w:abstractNumId w:val="24"/>
  </w:num>
  <w:num w:numId="11">
    <w:abstractNumId w:val="1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2"/>
  </w:num>
  <w:num w:numId="20">
    <w:abstractNumId w:val="8"/>
  </w:num>
  <w:num w:numId="21">
    <w:abstractNumId w:val="35"/>
  </w:num>
  <w:num w:numId="22">
    <w:abstractNumId w:val="36"/>
  </w:num>
  <w:num w:numId="23">
    <w:abstractNumId w:val="23"/>
  </w:num>
  <w:num w:numId="24">
    <w:abstractNumId w:val="31"/>
  </w:num>
  <w:num w:numId="25">
    <w:abstractNumId w:val="2"/>
  </w:num>
  <w:num w:numId="26">
    <w:abstractNumId w:val="0"/>
  </w:num>
  <w:num w:numId="27">
    <w:abstractNumId w:val="1"/>
  </w:num>
  <w:num w:numId="28">
    <w:abstractNumId w:val="9"/>
  </w:num>
  <w:num w:numId="29">
    <w:abstractNumId w:val="20"/>
  </w:num>
  <w:num w:numId="30">
    <w:abstractNumId w:val="25"/>
  </w:num>
  <w:num w:numId="31">
    <w:abstractNumId w:val="19"/>
  </w:num>
  <w:num w:numId="32">
    <w:abstractNumId w:val="18"/>
  </w:num>
  <w:num w:numId="33">
    <w:abstractNumId w:val="29"/>
  </w:num>
  <w:num w:numId="34">
    <w:abstractNumId w:val="28"/>
  </w:num>
  <w:num w:numId="35">
    <w:abstractNumId w:val="33"/>
  </w:num>
  <w:num w:numId="36">
    <w:abstractNumId w:val="17"/>
  </w:num>
  <w:num w:numId="37">
    <w:abstractNumId w:val="5"/>
  </w:num>
  <w:num w:numId="38">
    <w:abstractNumId w:val="26"/>
  </w:num>
  <w:num w:numId="39">
    <w:abstractNumId w:val="12"/>
  </w:num>
  <w:num w:numId="40">
    <w:abstractNumId w:val="7"/>
  </w:num>
  <w:num w:numId="41">
    <w:abstractNumId w:val="30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961"/>
    <w:rsid w:val="00001688"/>
    <w:rsid w:val="00020C64"/>
    <w:rsid w:val="0005140B"/>
    <w:rsid w:val="00070A56"/>
    <w:rsid w:val="000812E9"/>
    <w:rsid w:val="00083AA3"/>
    <w:rsid w:val="000C1A42"/>
    <w:rsid w:val="000C6353"/>
    <w:rsid w:val="000E30DA"/>
    <w:rsid w:val="00163811"/>
    <w:rsid w:val="00187355"/>
    <w:rsid w:val="0019556B"/>
    <w:rsid w:val="001A60AD"/>
    <w:rsid w:val="001D3329"/>
    <w:rsid w:val="001E4F48"/>
    <w:rsid w:val="001E51B8"/>
    <w:rsid w:val="00210904"/>
    <w:rsid w:val="0026101C"/>
    <w:rsid w:val="00277EC7"/>
    <w:rsid w:val="00280983"/>
    <w:rsid w:val="002E7156"/>
    <w:rsid w:val="00304C27"/>
    <w:rsid w:val="00310502"/>
    <w:rsid w:val="0031124F"/>
    <w:rsid w:val="003169EB"/>
    <w:rsid w:val="00361D21"/>
    <w:rsid w:val="0036584E"/>
    <w:rsid w:val="00366FCE"/>
    <w:rsid w:val="003D301D"/>
    <w:rsid w:val="00433471"/>
    <w:rsid w:val="00446530"/>
    <w:rsid w:val="004B3C92"/>
    <w:rsid w:val="0050649E"/>
    <w:rsid w:val="00523C3A"/>
    <w:rsid w:val="00526D33"/>
    <w:rsid w:val="005A7CCD"/>
    <w:rsid w:val="005B1D4C"/>
    <w:rsid w:val="005C3DDB"/>
    <w:rsid w:val="00612694"/>
    <w:rsid w:val="00671013"/>
    <w:rsid w:val="00677B5C"/>
    <w:rsid w:val="00692555"/>
    <w:rsid w:val="006A7AFF"/>
    <w:rsid w:val="007110D9"/>
    <w:rsid w:val="0075402B"/>
    <w:rsid w:val="00773FC8"/>
    <w:rsid w:val="007A555B"/>
    <w:rsid w:val="00820C12"/>
    <w:rsid w:val="008523B4"/>
    <w:rsid w:val="008B13A1"/>
    <w:rsid w:val="008B422E"/>
    <w:rsid w:val="008F066F"/>
    <w:rsid w:val="0097066F"/>
    <w:rsid w:val="009864FA"/>
    <w:rsid w:val="009A0C5C"/>
    <w:rsid w:val="009D01A9"/>
    <w:rsid w:val="00A56DB5"/>
    <w:rsid w:val="00A66CCD"/>
    <w:rsid w:val="00A74EB3"/>
    <w:rsid w:val="00A94961"/>
    <w:rsid w:val="00B35364"/>
    <w:rsid w:val="00B50B44"/>
    <w:rsid w:val="00B61251"/>
    <w:rsid w:val="00B74024"/>
    <w:rsid w:val="00B80E02"/>
    <w:rsid w:val="00BB2808"/>
    <w:rsid w:val="00C3226B"/>
    <w:rsid w:val="00C43526"/>
    <w:rsid w:val="00C61907"/>
    <w:rsid w:val="00C71A9F"/>
    <w:rsid w:val="00C87EDC"/>
    <w:rsid w:val="00C9299E"/>
    <w:rsid w:val="00CE775D"/>
    <w:rsid w:val="00D03484"/>
    <w:rsid w:val="00D32EB7"/>
    <w:rsid w:val="00D85F23"/>
    <w:rsid w:val="00D9208B"/>
    <w:rsid w:val="00D95580"/>
    <w:rsid w:val="00D964A8"/>
    <w:rsid w:val="00DE12DE"/>
    <w:rsid w:val="00E61083"/>
    <w:rsid w:val="00EB0738"/>
    <w:rsid w:val="00EE404F"/>
    <w:rsid w:val="00EF1AE9"/>
    <w:rsid w:val="00F34FA3"/>
    <w:rsid w:val="00F4212B"/>
    <w:rsid w:val="00F56C58"/>
    <w:rsid w:val="00F7722E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B17AD3"/>
  <w15:chartTrackingRefBased/>
  <w15:docId w15:val="{D499A268-FC70-4562-9D81-37EA1E07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24F"/>
    <w:pPr>
      <w:spacing w:line="240" w:lineRule="auto"/>
    </w:pPr>
  </w:style>
  <w:style w:type="paragraph" w:styleId="Nadpis1">
    <w:name w:val="heading 1"/>
    <w:basedOn w:val="Bezmezer"/>
    <w:next w:val="Bezmezer"/>
    <w:link w:val="Nadpis1Char"/>
    <w:uiPriority w:val="9"/>
    <w:qFormat/>
    <w:rsid w:val="0097066F"/>
    <w:pPr>
      <w:keepNext/>
      <w:keepLines/>
      <w:numPr>
        <w:numId w:val="32"/>
      </w:numPr>
      <w:spacing w:before="12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97066F"/>
    <w:pPr>
      <w:keepNext/>
      <w:keepLines/>
      <w:numPr>
        <w:ilvl w:val="1"/>
        <w:numId w:val="32"/>
      </w:numPr>
      <w:spacing w:before="200"/>
      <w:outlineLvl w:val="1"/>
    </w:pPr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adpis3">
    <w:name w:val="heading 3"/>
    <w:basedOn w:val="Bezmezer"/>
    <w:next w:val="Bezmezer"/>
    <w:link w:val="Nadpis3Char"/>
    <w:uiPriority w:val="9"/>
    <w:unhideWhenUsed/>
    <w:qFormat/>
    <w:rsid w:val="000C6353"/>
    <w:pPr>
      <w:keepNext/>
      <w:keepLines/>
      <w:spacing w:before="10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3B4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styleId="Siln">
    <w:name w:val="Strong"/>
    <w:basedOn w:val="Standardnpsmoodstavce"/>
    <w:uiPriority w:val="22"/>
    <w:qFormat/>
    <w:rsid w:val="00C61907"/>
    <w:rPr>
      <w:b/>
      <w:bCs/>
    </w:rPr>
  </w:style>
  <w:style w:type="paragraph" w:styleId="Bezmezer">
    <w:name w:val="No Spacing"/>
    <w:uiPriority w:val="1"/>
    <w:qFormat/>
    <w:rsid w:val="0031124F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B35364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364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E404F"/>
  </w:style>
  <w:style w:type="paragraph" w:styleId="Zpat">
    <w:name w:val="footer"/>
    <w:basedOn w:val="Normln"/>
    <w:link w:val="Zpat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E404F"/>
  </w:style>
  <w:style w:type="character" w:styleId="Zstupntext">
    <w:name w:val="Placeholder Text"/>
    <w:basedOn w:val="Standardnpsmoodstavce"/>
    <w:uiPriority w:val="99"/>
    <w:semiHidden/>
    <w:rsid w:val="00677B5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3A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50649E"/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ormlnweb">
    <w:name w:val="Normal (Web)"/>
    <w:basedOn w:val="Normln"/>
    <w:uiPriority w:val="99"/>
    <w:semiHidden/>
    <w:unhideWhenUsed/>
    <w:rsid w:val="00D0348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C6353"/>
    <w:rPr>
      <w:rFonts w:asciiTheme="majorHAnsi" w:eastAsiaTheme="majorEastAsia" w:hAnsiTheme="majorHAnsi" w:cstheme="majorBidi"/>
      <w:b/>
      <w:i/>
      <w:sz w:val="24"/>
      <w:szCs w:val="24"/>
    </w:rPr>
  </w:style>
  <w:style w:type="numbering" w:customStyle="1" w:styleId="APOLOslovn">
    <w:name w:val="APOLO Číslování"/>
    <w:uiPriority w:val="99"/>
    <w:rsid w:val="0097066F"/>
    <w:pPr>
      <w:numPr>
        <w:numId w:val="16"/>
      </w:numPr>
    </w:pPr>
  </w:style>
  <w:style w:type="paragraph" w:styleId="Odstavecseseznamem">
    <w:name w:val="List Paragraph"/>
    <w:basedOn w:val="Normln"/>
    <w:uiPriority w:val="34"/>
    <w:qFormat/>
    <w:rsid w:val="009A0C5C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63811"/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5140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00\INSTALL%20-%20Users\APOLO\P&#268;\Tabulky,%20v&#253;pisy.%20zpr&#225;vy\Zpr&#225;vy\A%20PZ%20DBP%20p&#345;&#237;l.&#269;.1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EE51E-FB5F-41E9-A640-F9AE4548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PZ DBP příl.č.15</Template>
  <TotalTime>2</TotalTime>
  <Pages>2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Eisnerová</dc:creator>
  <cp:keywords/>
  <dc:description/>
  <cp:lastModifiedBy>Petra Eisnerová</cp:lastModifiedBy>
  <cp:revision>2</cp:revision>
  <cp:lastPrinted>2020-12-16T09:28:00Z</cp:lastPrinted>
  <dcterms:created xsi:type="dcterms:W3CDTF">2020-12-16T09:29:00Z</dcterms:created>
  <dcterms:modified xsi:type="dcterms:W3CDTF">2020-12-16T09:29:00Z</dcterms:modified>
</cp:coreProperties>
</file>